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C1B2321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81F674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7C90048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2753D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P="00EA4832" w:rsidRDefault="00EA4832" w14:paraId="351C919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2753D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F2753D" w:rsidP="00F2753D" w:rsidRDefault="00445970" w14:paraId="24091F2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F2753D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0CFBD1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3B395B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Pr="009C54AE" w:rsidR="0085747A" w:rsidTr="2B3FF847" w14:paraId="42689627" w14:textId="77777777">
        <w:tc>
          <w:tcPr>
            <w:tcW w:w="4678" w:type="dxa"/>
            <w:tcMar/>
            <w:vAlign w:val="center"/>
          </w:tcPr>
          <w:p w:rsidRPr="007C30DC" w:rsidR="0085747A" w:rsidP="009C54AE" w:rsidRDefault="00C05F44" w14:paraId="0B82D6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tcMar/>
            <w:vAlign w:val="center"/>
          </w:tcPr>
          <w:p w:rsidRPr="00386CB5" w:rsidR="0085747A" w:rsidP="009C54AE" w:rsidRDefault="007520A8" w14:paraId="355CC1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86CB5">
              <w:rPr>
                <w:rFonts w:ascii="Corbel" w:hAnsi="Corbel"/>
                <w:b w:val="0"/>
                <w:bCs/>
                <w:sz w:val="24"/>
                <w:szCs w:val="24"/>
              </w:rPr>
              <w:t>Zarządzanie czasem</w:t>
            </w:r>
          </w:p>
        </w:tc>
      </w:tr>
      <w:tr w:rsidRPr="009C54AE" w:rsidR="0085747A" w:rsidTr="2B3FF847" w14:paraId="7B78533C" w14:textId="77777777">
        <w:tc>
          <w:tcPr>
            <w:tcW w:w="4678" w:type="dxa"/>
            <w:tcMar/>
            <w:vAlign w:val="center"/>
          </w:tcPr>
          <w:p w:rsidRPr="007C30DC" w:rsidR="0085747A" w:rsidP="009C54AE" w:rsidRDefault="00C05F44" w14:paraId="415527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Kod przedmiotu</w:t>
            </w:r>
            <w:r w:rsidRPr="007C30D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tcMar/>
            <w:vAlign w:val="center"/>
          </w:tcPr>
          <w:p w:rsidRPr="004F25CE" w:rsidR="0085747A" w:rsidP="00E1741F" w:rsidRDefault="00D96573" w14:paraId="7ACF3D87" w14:textId="77777777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E1741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2B3FF847" w14:paraId="751D2AAC" w14:textId="77777777">
        <w:tc>
          <w:tcPr>
            <w:tcW w:w="4678" w:type="dxa"/>
            <w:tcMar/>
            <w:vAlign w:val="center"/>
          </w:tcPr>
          <w:p w:rsidRPr="007C30DC" w:rsidR="0085747A" w:rsidP="00EA4832" w:rsidRDefault="0085747A" w14:paraId="521E13E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</w:t>
            </w:r>
            <w:r w:rsidRPr="007C30D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4F25CE" w14:paraId="66EEE0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B3FF847" w14:paraId="380056A7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7AFAF0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4F25CE" w14:paraId="07E003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B3FF847" w14:paraId="01783405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00090E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4F25CE" w14:paraId="7685AE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2B3FF847" w14:paraId="6CE3AD84" w14:textId="77777777">
        <w:tc>
          <w:tcPr>
            <w:tcW w:w="4678" w:type="dxa"/>
            <w:tcMar/>
            <w:vAlign w:val="center"/>
          </w:tcPr>
          <w:p w:rsidRPr="007C30DC" w:rsidR="0085747A" w:rsidP="009C54AE" w:rsidRDefault="00DE4A14" w14:paraId="7B7057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4F25CE" w14:paraId="1FCBEA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2B3FF847" w14:paraId="6F8D92EC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758493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4F25CE" w14:paraId="7A24C4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B3FF847" w14:paraId="12C358C0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254A6D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4F25CE" w14:paraId="3345AB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B3FF847" w14:paraId="5E7D0B33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6B307A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Rok i semestr</w:t>
            </w:r>
            <w:r w:rsidRPr="007C30DC" w:rsidR="0030395F">
              <w:rPr>
                <w:rFonts w:ascii="Corbel" w:hAnsi="Corbel"/>
                <w:sz w:val="24"/>
                <w:szCs w:val="24"/>
              </w:rPr>
              <w:t>/y</w:t>
            </w:r>
            <w:r w:rsidRPr="007C30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4F25CE" w14:paraId="3DEA3E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9C54AE" w:rsidR="0085747A" w:rsidTr="2B3FF847" w14:paraId="1FB5599D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7E237C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5B96AFDB" w:rsidRDefault="004660E1" w14:paraId="325C7305" w14:textId="075EBD6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B3FF847" w:rsidR="7C023B30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C54AE" w:rsidR="00923D7D" w:rsidTr="2B3FF847" w14:paraId="7CADEBD1" w14:textId="77777777">
        <w:tc>
          <w:tcPr>
            <w:tcW w:w="4678" w:type="dxa"/>
            <w:tcMar/>
            <w:vAlign w:val="center"/>
          </w:tcPr>
          <w:p w:rsidRPr="007C30DC" w:rsidR="00923D7D" w:rsidP="009C54AE" w:rsidRDefault="00923D7D" w14:paraId="0B3BAA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tcMar/>
            <w:vAlign w:val="center"/>
          </w:tcPr>
          <w:p w:rsidRPr="009C54AE" w:rsidR="00923D7D" w:rsidP="009C54AE" w:rsidRDefault="00386CB5" w14:paraId="0B169710" w14:textId="28BE3F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25C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54AE" w:rsidR="0085747A" w:rsidTr="2B3FF847" w14:paraId="08BE4A02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373CBB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386CB5" w14:paraId="2FE53F68" w14:textId="714A33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2B3FF847" w14:paraId="44360963" w14:textId="77777777">
        <w:tc>
          <w:tcPr>
            <w:tcW w:w="4678" w:type="dxa"/>
            <w:tcMar/>
            <w:vAlign w:val="center"/>
          </w:tcPr>
          <w:p w:rsidRPr="007C30DC" w:rsidR="0085747A" w:rsidP="009C54AE" w:rsidRDefault="0085747A" w14:paraId="0729D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009C54AE" w:rsidRDefault="00386CB5" w14:paraId="6C423D49" w14:textId="0D92C2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6812FC2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B6007D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E1961E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67F402F3" w14:paraId="306D723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30DC" w:rsidR="00015B8F" w:rsidP="009C54AE" w:rsidRDefault="00015B8F" w14:paraId="5ECDA7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Semestr</w:t>
            </w:r>
          </w:p>
          <w:p w:rsidRPr="007C30DC" w:rsidR="00015B8F" w:rsidP="009C54AE" w:rsidRDefault="002B5EA0" w14:paraId="129F7F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(</w:t>
            </w:r>
            <w:r w:rsidRPr="007C30D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0BDF3C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Wykł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0E18B34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64A2A7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Konw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4EF430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C30DC" w:rsidR="00015B8F" w:rsidP="009C54AE" w:rsidRDefault="00015B8F" w14:paraId="0904F9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Sem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1EEAD0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31439A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Prakt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097A32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2FFDA3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30DC">
              <w:rPr>
                <w:rFonts w:ascii="Corbel" w:hAnsi="Corbel"/>
                <w:b/>
                <w:szCs w:val="24"/>
              </w:rPr>
              <w:t>Liczba pkt</w:t>
            </w:r>
            <w:r w:rsidRPr="007C30DC" w:rsidR="00B90885">
              <w:rPr>
                <w:rFonts w:ascii="Corbel" w:hAnsi="Corbel"/>
                <w:b/>
                <w:szCs w:val="24"/>
              </w:rPr>
              <w:t>.</w:t>
            </w:r>
            <w:r w:rsidRPr="007C30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7F402F3" w14:paraId="25770AC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F25CE" w14:paraId="71C4AF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17E7EF2" w14:textId="0EEFE0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F402F3" w:rsidR="4D64D4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D8BF31" w14:textId="17D649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F402F3" w:rsidR="4D64D43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F25CE" w14:paraId="722B73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0A01C5" w14:textId="1A5B6A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F402F3" w:rsidR="33BD0A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F29380" w14:textId="412749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F402F3" w:rsidR="33BD0A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F113A11" w14:textId="5F1B71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F402F3" w:rsidR="33BD0A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2ED6A3B" w14:textId="31A633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F402F3" w:rsidR="33BD0A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91131ED" w14:textId="26799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F402F3" w:rsidR="33BD0AE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F25CE" w14:paraId="13B518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85C16" w:rsidRDefault="00923D7D" w14:paraId="62E6485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771303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2753D" w14:paraId="0C53207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4F25CE">
        <w:rPr>
          <w:rFonts w:ascii="Corbel" w:hAnsi="Corbel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6C12674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911D38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BECEB3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2753D" w:rsidP="009C54AE" w:rsidRDefault="00F2753D" w14:paraId="2B094D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D96573" w14:paraId="1EDD56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C41772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68551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F2753D" w:rsidP="009C54AE" w:rsidRDefault="00F2753D" w14:paraId="23910A1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65"/>
      </w:tblGrid>
      <w:tr w:rsidRPr="009C54AE" w:rsidR="0085747A" w:rsidTr="00322519" w14:paraId="64093C58" w14:textId="77777777">
        <w:tc>
          <w:tcPr>
            <w:tcW w:w="10065" w:type="dxa"/>
          </w:tcPr>
          <w:p w:rsidRPr="009C54AE" w:rsidR="0085747A" w:rsidP="00991CDC" w:rsidRDefault="0059250F" w14:paraId="0E3D62F0" w14:textId="1D39CB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”Wstępu do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sychologii ogólne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rozwojowej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„Psychologii</w:t>
            </w:r>
            <w:r w:rsidR="003225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społecznej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515CED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F2753D" w14:paraId="751B0E7C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="00F2753D" w:rsidP="00322519" w:rsidRDefault="00F2753D" w14:paraId="2A079C6A" w14:textId="77777777">
      <w:pPr>
        <w:pStyle w:val="Podpunkty"/>
        <w:rPr>
          <w:rFonts w:ascii="Corbel" w:hAnsi="Corbel"/>
          <w:sz w:val="24"/>
          <w:szCs w:val="24"/>
        </w:rPr>
      </w:pPr>
    </w:p>
    <w:p w:rsidRPr="00322519" w:rsidR="00F2753D" w:rsidP="001E5E6D" w:rsidRDefault="0071620A" w14:paraId="39953BA5" w14:textId="004B3B5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67F402F3" w14:paraId="16F9635D" w14:textId="77777777">
        <w:tc>
          <w:tcPr>
            <w:tcW w:w="851" w:type="dxa"/>
            <w:tcMar/>
            <w:vAlign w:val="center"/>
          </w:tcPr>
          <w:p w:rsidRPr="007C30DC" w:rsidR="0085747A" w:rsidP="009C54AE" w:rsidRDefault="0085747A" w14:paraId="2D1DF59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30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7C30DC" w:rsidR="0085747A" w:rsidP="67F402F3" w:rsidRDefault="00925357" w14:paraId="7163A68D" w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7F402F3" w:rsidR="0092535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Student zdobywa wiadomości z zakresu organizacji i zarządzania czasem. </w:t>
            </w:r>
          </w:p>
        </w:tc>
      </w:tr>
      <w:tr w:rsidRPr="009C54AE" w:rsidR="0085747A" w:rsidTr="67F402F3" w14:paraId="647EF403" w14:textId="77777777">
        <w:tc>
          <w:tcPr>
            <w:tcW w:w="851" w:type="dxa"/>
            <w:tcMar/>
            <w:vAlign w:val="center"/>
          </w:tcPr>
          <w:p w:rsidRPr="007C30DC" w:rsidR="0085747A" w:rsidP="009C54AE" w:rsidRDefault="00925357" w14:paraId="7865AF3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991CD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tcMar/>
            <w:vAlign w:val="center"/>
          </w:tcPr>
          <w:p w:rsidRPr="007C30DC" w:rsidR="0085747A" w:rsidP="67F402F3" w:rsidRDefault="00925357" w14:paraId="7000A9CC" w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7F402F3" w:rsidR="00925357">
              <w:rPr>
                <w:rFonts w:ascii="Corbel" w:hAnsi="Corbel"/>
                <w:b w:val="0"/>
                <w:bCs w:val="0"/>
                <w:sz w:val="24"/>
                <w:szCs w:val="24"/>
              </w:rPr>
              <w:t>Student posiada wiedzę dotycząca elementów zarządzania czasem.</w:t>
            </w:r>
          </w:p>
        </w:tc>
      </w:tr>
      <w:tr w:rsidRPr="009C54AE" w:rsidR="0085747A" w:rsidTr="67F402F3" w14:paraId="71F73147" w14:textId="77777777">
        <w:tc>
          <w:tcPr>
            <w:tcW w:w="851" w:type="dxa"/>
            <w:tcMar/>
            <w:vAlign w:val="center"/>
          </w:tcPr>
          <w:p w:rsidRPr="007C30DC" w:rsidR="0085747A" w:rsidP="009C54AE" w:rsidRDefault="00991CDC" w14:paraId="75640F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7C30DC" w:rsidR="0085747A" w:rsidP="67F402F3" w:rsidRDefault="0059250F" w14:paraId="1AB3775F" w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7F402F3" w:rsidR="0059250F">
              <w:rPr>
                <w:rFonts w:ascii="Corbel" w:hAnsi="Corbel"/>
                <w:b w:val="0"/>
                <w:bCs w:val="0"/>
                <w:sz w:val="24"/>
                <w:szCs w:val="24"/>
              </w:rPr>
              <w:t>Student umie zarządzać pracą własną i podległego zespołu oraz odpowiednio gospodarować czasem pracy.</w:t>
            </w:r>
          </w:p>
        </w:tc>
      </w:tr>
    </w:tbl>
    <w:p w:rsidRPr="009C54AE" w:rsidR="0085747A" w:rsidP="009C54AE" w:rsidRDefault="0085747A" w14:paraId="332A72B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7520A8" w:rsidP="00322519" w:rsidRDefault="009F4610" w14:paraId="7E7FD57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5DF25A72" w14:textId="77777777">
        <w:tc>
          <w:tcPr>
            <w:tcW w:w="1701" w:type="dxa"/>
            <w:vAlign w:val="center"/>
          </w:tcPr>
          <w:p w:rsidRPr="009C54AE" w:rsidR="0085747A" w:rsidP="009C54AE" w:rsidRDefault="0085747A" w14:paraId="092DCB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3CDDB1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E2E1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1DC69407" w14:textId="77777777">
        <w:tc>
          <w:tcPr>
            <w:tcW w:w="1701" w:type="dxa"/>
          </w:tcPr>
          <w:p w:rsidRPr="009C54AE" w:rsidR="0085747A" w:rsidP="009C54AE" w:rsidRDefault="0085747A" w14:paraId="3584AAEB" w14:textId="302CF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5747A" w:rsidP="00AE3294" w:rsidRDefault="00452EEB" w14:paraId="3D9DDB9A" w14:textId="1E6487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E4F7A">
              <w:rPr>
                <w:rFonts w:ascii="Corbel" w:hAnsi="Corbel"/>
                <w:b w:val="0"/>
                <w:smallCaps w:val="0"/>
                <w:szCs w:val="24"/>
              </w:rPr>
              <w:t>potrafi projektować własny rozwój w oparciu o</w:t>
            </w:r>
            <w:r w:rsidR="00AE3294">
              <w:rPr>
                <w:rFonts w:ascii="Corbel" w:hAnsi="Corbel"/>
                <w:b w:val="0"/>
                <w:smallCaps w:val="0"/>
                <w:szCs w:val="24"/>
              </w:rPr>
              <w:t xml:space="preserve">  </w:t>
            </w:r>
            <w:r w:rsidR="004E4F7A">
              <w:rPr>
                <w:rFonts w:ascii="Corbel" w:hAnsi="Corbel"/>
                <w:b w:val="0"/>
                <w:smallCaps w:val="0"/>
                <w:szCs w:val="24"/>
              </w:rPr>
              <w:t>koncepcje</w:t>
            </w:r>
            <w:r w:rsidR="00AE3294">
              <w:rPr>
                <w:rFonts w:ascii="Corbel" w:hAnsi="Corbel"/>
                <w:b w:val="0"/>
                <w:smallCaps w:val="0"/>
                <w:szCs w:val="24"/>
              </w:rPr>
              <w:t xml:space="preserve"> teoretyczne, metody</w:t>
            </w:r>
            <w:r w:rsidR="004E4F7A">
              <w:rPr>
                <w:rFonts w:ascii="Corbel" w:hAnsi="Corbel"/>
                <w:b w:val="0"/>
                <w:smallCaps w:val="0"/>
                <w:szCs w:val="24"/>
              </w:rPr>
              <w:t xml:space="preserve"> i techniki zarządzania czasem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9C54AE" w:rsidRDefault="00452EEB" w14:paraId="6BFE8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9C54AE" w:rsidR="0085747A" w:rsidTr="005E6E85" w14:paraId="0B46EA06" w14:textId="77777777">
        <w:tc>
          <w:tcPr>
            <w:tcW w:w="1701" w:type="dxa"/>
          </w:tcPr>
          <w:p w:rsidRPr="009C54AE" w:rsidR="0085747A" w:rsidP="009C54AE" w:rsidRDefault="0085747A" w14:paraId="6629A2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AE3294" w:rsidRDefault="004E4F7A" w14:paraId="664990FB" w14:textId="761D3E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oparciu o a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>nalizuj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 wykorzystania czasu przez jednostki umie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uzasadniać 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>ludzkie zachowani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oraz 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>ich motywy</w:t>
            </w:r>
            <w:r w:rsidR="00BE03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9C54AE" w:rsidR="0085747A" w:rsidP="009C54AE" w:rsidRDefault="00BE0385" w14:paraId="2F4BD5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Pr="009C54AE" w:rsidR="0085747A" w:rsidTr="005E6E85" w14:paraId="6571CB98" w14:textId="77777777">
        <w:tc>
          <w:tcPr>
            <w:tcW w:w="1701" w:type="dxa"/>
          </w:tcPr>
          <w:p w:rsidRPr="009C54AE" w:rsidR="0085747A" w:rsidP="009C54AE" w:rsidRDefault="00BE0385" w14:paraId="3A8CA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AE3294" w:rsidRDefault="004E4F7A" w14:paraId="4152F5A6" w14:textId="095D0D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F7A">
              <w:rPr>
                <w:rFonts w:ascii="Corbel" w:hAnsi="Corbel"/>
                <w:b w:val="0"/>
                <w:smallCaps w:val="0"/>
                <w:szCs w:val="24"/>
              </w:rPr>
              <w:t>Student jest gotów inicjować</w:t>
            </w:r>
            <w:r w:rsidRPr="004E4F7A" w:rsidR="00BE0385">
              <w:rPr>
                <w:rFonts w:ascii="Corbel" w:hAnsi="Corbel"/>
                <w:b w:val="0"/>
                <w:smallCaps w:val="0"/>
                <w:szCs w:val="24"/>
              </w:rPr>
              <w:t xml:space="preserve"> działania na rzecz interesu publicznego</w:t>
            </w:r>
            <w:r w:rsidRPr="004E4F7A">
              <w:rPr>
                <w:rFonts w:ascii="Corbel" w:hAnsi="Corbel"/>
                <w:b w:val="0"/>
                <w:smallCaps w:val="0"/>
                <w:szCs w:val="24"/>
              </w:rPr>
              <w:t xml:space="preserve">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techniki zarządzania czasem.</w:t>
            </w:r>
          </w:p>
        </w:tc>
        <w:tc>
          <w:tcPr>
            <w:tcW w:w="1873" w:type="dxa"/>
          </w:tcPr>
          <w:p w:rsidRPr="009C54AE" w:rsidR="0085747A" w:rsidP="009C54AE" w:rsidRDefault="00BE0385" w14:paraId="26A6BB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BE0385" w:rsidTr="00DF425E" w14:paraId="50E56DE2" w14:textId="77777777">
        <w:tc>
          <w:tcPr>
            <w:tcW w:w="1701" w:type="dxa"/>
          </w:tcPr>
          <w:p w:rsidRPr="009C54AE" w:rsidR="00BE0385" w:rsidP="009C54AE" w:rsidRDefault="00BE0385" w14:paraId="599C7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shd w:val="clear" w:color="auto" w:fill="auto"/>
          </w:tcPr>
          <w:p w:rsidRPr="009C54AE" w:rsidR="00BE0385" w:rsidP="00AE3294" w:rsidRDefault="00DF425E" w14:paraId="62540C22" w14:textId="28947B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425E">
              <w:rPr>
                <w:rFonts w:ascii="Corbel" w:hAnsi="Corbel"/>
                <w:b w:val="0"/>
                <w:smallCaps w:val="0"/>
                <w:szCs w:val="24"/>
              </w:rPr>
              <w:t>Student jest gotów wykorzystać</w:t>
            </w:r>
            <w:r w:rsidRPr="00DF425E" w:rsidR="00BE0385">
              <w:rPr>
                <w:rFonts w:ascii="Corbel" w:hAnsi="Corbel"/>
                <w:b w:val="0"/>
                <w:smallCaps w:val="0"/>
                <w:szCs w:val="24"/>
              </w:rPr>
              <w:t xml:space="preserve"> zdobytą wiedzę do rozstrzygania kwestii etycznych</w:t>
            </w:r>
            <w:r w:rsidRPr="00DF425E">
              <w:rPr>
                <w:rFonts w:ascii="Corbel" w:hAnsi="Corbel"/>
                <w:b w:val="0"/>
                <w:smallCaps w:val="0"/>
                <w:szCs w:val="24"/>
              </w:rPr>
              <w:t xml:space="preserve"> oraz podejmowania decyzji</w:t>
            </w:r>
            <w:r w:rsidRPr="00DF425E" w:rsidR="00BE03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F425E">
              <w:rPr>
                <w:rFonts w:ascii="Corbel" w:hAnsi="Corbel"/>
                <w:b w:val="0"/>
                <w:smallCaps w:val="0"/>
                <w:szCs w:val="24"/>
              </w:rPr>
              <w:t>pod presją czasu.</w:t>
            </w:r>
          </w:p>
        </w:tc>
        <w:tc>
          <w:tcPr>
            <w:tcW w:w="1873" w:type="dxa"/>
          </w:tcPr>
          <w:p w:rsidRPr="009C54AE" w:rsidR="00BE0385" w:rsidP="009C54AE" w:rsidRDefault="00BE0385" w14:paraId="4D6258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0CB55F7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51CA6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385C16" w:rsidR="00675843" w:rsidP="00385C16" w:rsidRDefault="0085747A" w14:paraId="571E45E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67F402F3" w14:paraId="286F900A" w14:textId="77777777">
        <w:tc>
          <w:tcPr>
            <w:tcW w:w="9639" w:type="dxa"/>
            <w:tcMar/>
          </w:tcPr>
          <w:p w:rsidRPr="009C54AE" w:rsidR="0085747A" w:rsidP="009C54AE" w:rsidRDefault="0085747A" w14:paraId="3F6BDFA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67F402F3" w14:paraId="1A3A5DBF" w14:textId="77777777">
        <w:tc>
          <w:tcPr>
            <w:tcW w:w="9639" w:type="dxa"/>
            <w:tcMar/>
          </w:tcPr>
          <w:p w:rsidRPr="009C54AE" w:rsidR="0085747A" w:rsidP="009C54AE" w:rsidRDefault="0085747A" w14:paraId="5AF593F7" w14:textId="60D526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7F402F3" w:rsidR="6D623213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4C2B3B4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385C16" w:rsidRDefault="0085747A" w14:paraId="318D28C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385C16" w:rsidR="00F2753D" w:rsidP="00F2753D" w:rsidRDefault="00F2753D" w14:paraId="0F61E696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231C78BC" w14:textId="77777777">
        <w:tc>
          <w:tcPr>
            <w:tcW w:w="9639" w:type="dxa"/>
          </w:tcPr>
          <w:p w:rsidRPr="009C54AE" w:rsidR="0085747A" w:rsidP="009C54AE" w:rsidRDefault="0085747A" w14:paraId="39D7B3E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B73D18C" w14:textId="77777777">
        <w:tc>
          <w:tcPr>
            <w:tcW w:w="9639" w:type="dxa"/>
          </w:tcPr>
          <w:p w:rsidRPr="009C54AE" w:rsidR="0085747A" w:rsidP="009C54AE" w:rsidRDefault="00D96573" w14:paraId="16508E67" w14:textId="717FB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zarządzania czasem.</w:t>
            </w:r>
          </w:p>
        </w:tc>
      </w:tr>
      <w:tr w:rsidRPr="009C54AE" w:rsidR="0085747A" w:rsidTr="00923D7D" w14:paraId="078ADFB5" w14:textId="77777777">
        <w:tc>
          <w:tcPr>
            <w:tcW w:w="9639" w:type="dxa"/>
          </w:tcPr>
          <w:p w:rsidRPr="009C54AE" w:rsidR="0085747A" w:rsidP="00AE3294" w:rsidRDefault="00D96573" w14:paraId="153AB0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naszym życiu. Odczuwanie czasu. Kontinuum czasowe. Pozyskiwanie czasu. Podnoszenie osobistej efektywności.</w:t>
            </w:r>
          </w:p>
        </w:tc>
      </w:tr>
      <w:tr w:rsidRPr="009C54AE" w:rsidR="0085747A" w:rsidTr="00923D7D" w14:paraId="35072D0E" w14:textId="77777777">
        <w:tc>
          <w:tcPr>
            <w:tcW w:w="9639" w:type="dxa"/>
          </w:tcPr>
          <w:p w:rsidRPr="009C54AE" w:rsidR="0085747A" w:rsidP="00AE3294" w:rsidRDefault="00D96573" w14:paraId="75B4D2C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zarządzania czasem: określenie celu, planowanie, podejmowanie decyzji, realizacja, kontrola.</w:t>
            </w:r>
          </w:p>
        </w:tc>
      </w:tr>
      <w:tr w:rsidRPr="009C54AE" w:rsidR="00D96573" w:rsidTr="00923D7D" w14:paraId="28FE196D" w14:textId="77777777">
        <w:tc>
          <w:tcPr>
            <w:tcW w:w="9639" w:type="dxa"/>
          </w:tcPr>
          <w:p w:rsidR="00D96573" w:rsidP="009C54AE" w:rsidRDefault="00AE3294" w14:paraId="6F58493A" w14:textId="378726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3294">
              <w:rPr>
                <w:rFonts w:ascii="Corbel" w:hAnsi="Corbel"/>
                <w:sz w:val="24"/>
                <w:szCs w:val="24"/>
              </w:rPr>
              <w:t>Podstawowe zasady zarządzania czasem.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AE3294" w:rsidTr="00923D7D" w14:paraId="302152A0" w14:textId="77777777">
        <w:tc>
          <w:tcPr>
            <w:tcW w:w="9639" w:type="dxa"/>
          </w:tcPr>
          <w:p w:rsidRPr="00AE3294" w:rsidR="00AE3294" w:rsidP="009C54AE" w:rsidRDefault="00AE3294" w14:paraId="271A1EEE" w14:textId="092477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3294">
              <w:rPr>
                <w:rFonts w:ascii="Corbel" w:hAnsi="Corbel"/>
                <w:sz w:val="24"/>
                <w:szCs w:val="24"/>
              </w:rPr>
              <w:t>Metody i techniki zarządzania czasem.</w:t>
            </w:r>
          </w:p>
        </w:tc>
      </w:tr>
      <w:tr w:rsidRPr="009C54AE" w:rsidR="00D96573" w:rsidTr="00923D7D" w14:paraId="37D957AC" w14:textId="77777777">
        <w:tc>
          <w:tcPr>
            <w:tcW w:w="9639" w:type="dxa"/>
          </w:tcPr>
          <w:p w:rsidR="00D96573" w:rsidP="009C54AE" w:rsidRDefault="00D96573" w14:paraId="37223F0B" w14:textId="3C8FD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„Pożeracze” czasu.  </w:t>
            </w:r>
            <w:r w:rsidR="00AE3294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definiowanie problemu.</w:t>
            </w:r>
          </w:p>
        </w:tc>
      </w:tr>
      <w:tr w:rsidRPr="009C54AE" w:rsidR="00D96573" w:rsidTr="00923D7D" w14:paraId="29B4BF6E" w14:textId="77777777">
        <w:tc>
          <w:tcPr>
            <w:tcW w:w="9639" w:type="dxa"/>
          </w:tcPr>
          <w:p w:rsidR="00D96573" w:rsidP="009C54AE" w:rsidRDefault="00D96573" w14:paraId="559AAB91" w14:textId="699FF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pracy. Czas w organizacjach.</w:t>
            </w:r>
          </w:p>
        </w:tc>
      </w:tr>
      <w:tr w:rsidRPr="009C54AE" w:rsidR="00AE3294" w:rsidTr="00923D7D" w14:paraId="61FBF8FA" w14:textId="77777777">
        <w:tc>
          <w:tcPr>
            <w:tcW w:w="9639" w:type="dxa"/>
          </w:tcPr>
          <w:p w:rsidR="00AE3294" w:rsidP="009C54AE" w:rsidRDefault="00AE3294" w14:paraId="2E71E21B" w14:textId="781D07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3294">
              <w:rPr>
                <w:rFonts w:ascii="Corbel" w:hAnsi="Corbel"/>
                <w:sz w:val="24"/>
                <w:szCs w:val="24"/>
              </w:rPr>
              <w:t>Elastyczne formy czasu pracy. Praca menedżerów.</w:t>
            </w:r>
          </w:p>
        </w:tc>
      </w:tr>
      <w:tr w:rsidRPr="009C54AE" w:rsidR="00D96573" w:rsidTr="00923D7D" w14:paraId="117ABD36" w14:textId="77777777">
        <w:tc>
          <w:tcPr>
            <w:tcW w:w="9639" w:type="dxa"/>
          </w:tcPr>
          <w:p w:rsidR="00D96573" w:rsidP="009C54AE" w:rsidRDefault="00D96573" w14:paraId="0525AD6C" w14:textId="74168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planowania kariery</w:t>
            </w:r>
            <w:r w:rsidR="00AE3294">
              <w:rPr>
                <w:rFonts w:ascii="Corbel" w:hAnsi="Corbel"/>
                <w:sz w:val="24"/>
                <w:szCs w:val="24"/>
              </w:rPr>
              <w:t xml:space="preserve"> zawodowej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96573" w:rsidTr="00923D7D" w14:paraId="64119295" w14:textId="77777777">
        <w:tc>
          <w:tcPr>
            <w:tcW w:w="9639" w:type="dxa"/>
          </w:tcPr>
          <w:p w:rsidR="00D96573" w:rsidP="0059250F" w:rsidRDefault="00D96573" w14:paraId="2CB984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samym sobą.</w:t>
            </w:r>
          </w:p>
        </w:tc>
      </w:tr>
      <w:tr w:rsidRPr="009C54AE" w:rsidR="00D96573" w:rsidTr="00923D7D" w14:paraId="4480401C" w14:textId="77777777">
        <w:tc>
          <w:tcPr>
            <w:tcW w:w="9639" w:type="dxa"/>
          </w:tcPr>
          <w:p w:rsidR="00D96573" w:rsidP="00D96573" w:rsidRDefault="00D96573" w14:paraId="21869E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Czas wolny i sposoby jego wykorzystania.</w:t>
            </w:r>
          </w:p>
        </w:tc>
      </w:tr>
    </w:tbl>
    <w:p w:rsidR="00991CDC" w:rsidP="009C54AE" w:rsidRDefault="00991CDC" w14:paraId="07283F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2E2455D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AE3294" w:rsidR="003064D8" w:rsidP="003064D8" w:rsidRDefault="003064D8" w14:paraId="42FE060D" w14:textId="2A5DA6A5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AE3294">
        <w:rPr>
          <w:rFonts w:ascii="Corbel" w:hAnsi="Corbel"/>
          <w:b w:val="0"/>
          <w:i/>
          <w:iCs/>
          <w:smallCaps w:val="0"/>
          <w:szCs w:val="24"/>
        </w:rPr>
        <w:t>Konwersatorium: wykład z prezentacją multimedialną, analiza tekstów z dyskusją, praca w grupach (dyskusja)</w:t>
      </w:r>
      <w:r w:rsidRPr="00AE3294" w:rsidR="00AE3294">
        <w:rPr>
          <w:rFonts w:ascii="Corbel" w:hAnsi="Corbel"/>
          <w:b w:val="0"/>
          <w:i/>
          <w:iCs/>
          <w:smallCaps w:val="0"/>
          <w:szCs w:val="24"/>
        </w:rPr>
        <w:t>, warsztaty z zarządzania czasem, gry dydaktyczne.</w:t>
      </w:r>
    </w:p>
    <w:p w:rsidR="009C4B1C" w:rsidP="003064D8" w:rsidRDefault="009C4B1C" w14:paraId="263AFE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9C54AE" w:rsidRDefault="00C61DC5" w14:paraId="6969EE08" w14:textId="65CECE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385C16" w:rsidRDefault="0085747A" w14:paraId="1FDD8B5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385C16" w:rsidR="00F2753D" w:rsidP="00385C16" w:rsidRDefault="00F2753D" w14:paraId="11383C3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0FF863C" w14:textId="77777777">
        <w:tc>
          <w:tcPr>
            <w:tcW w:w="1985" w:type="dxa"/>
            <w:vAlign w:val="center"/>
          </w:tcPr>
          <w:p w:rsidRPr="009C54AE" w:rsidR="0085747A" w:rsidP="009C54AE" w:rsidRDefault="0071620A" w14:paraId="3569C9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65B08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D67A5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C3452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E3D4E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6F1509A7" w14:textId="77777777">
        <w:tc>
          <w:tcPr>
            <w:tcW w:w="1985" w:type="dxa"/>
          </w:tcPr>
          <w:p w:rsidRPr="009C54AE" w:rsidR="0085747A" w:rsidP="009C54AE" w:rsidRDefault="0085747A" w14:paraId="65CD6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322519" w:rsidR="0085747A" w:rsidP="004D40A1" w:rsidRDefault="00AE3294" w14:paraId="131A6E9D" w14:textId="480124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1632A7" w14:paraId="78123F58" w14:textId="547FD9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5747A" w:rsidTr="00C05F44" w14:paraId="0B3B3BA7" w14:textId="77777777">
        <w:tc>
          <w:tcPr>
            <w:tcW w:w="1985" w:type="dxa"/>
          </w:tcPr>
          <w:p w:rsidRPr="009C54AE" w:rsidR="0085747A" w:rsidP="009C54AE" w:rsidRDefault="0085747A" w14:paraId="152041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4D40A1" w:rsidRDefault="00AE3294" w14:paraId="116D8E62" w14:textId="74EB9F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E3294">
              <w:rPr>
                <w:rFonts w:ascii="Corbel" w:hAnsi="Corbel"/>
                <w:b w:val="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AE3294" w14:paraId="32FC1194" w14:textId="06FB8D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29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B6E6A" w:rsidTr="00C05F44" w14:paraId="75C692CB" w14:textId="77777777">
        <w:tc>
          <w:tcPr>
            <w:tcW w:w="1985" w:type="dxa"/>
          </w:tcPr>
          <w:p w:rsidRPr="009C54AE" w:rsidR="009B6E6A" w:rsidP="00360501" w:rsidRDefault="009B6E6A" w14:paraId="7A6C23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Pr="009C54AE" w:rsidR="009B6E6A" w:rsidP="004D40A1" w:rsidRDefault="009B6E6A" w14:paraId="21A72B4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B6E6A" w:rsidP="009C54AE" w:rsidRDefault="00AE3294" w14:paraId="2534CDC4" w14:textId="3DBF2B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29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B6E6A" w:rsidTr="00C05F44" w14:paraId="2A55AFB3" w14:textId="77777777">
        <w:tc>
          <w:tcPr>
            <w:tcW w:w="1985" w:type="dxa"/>
          </w:tcPr>
          <w:p w:rsidRPr="009C54AE" w:rsidR="009B6E6A" w:rsidP="00360501" w:rsidRDefault="009B6E6A" w14:paraId="5DFA77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9B6E6A" w:rsidP="004D40A1" w:rsidRDefault="009B6E6A" w14:paraId="6CCAFA2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B6E6A" w:rsidP="009C54AE" w:rsidRDefault="00AE3294" w14:paraId="41EC8922" w14:textId="5ED9E0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29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344231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322519" w:rsidRDefault="003E1941" w14:paraId="6A6E324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F2753D" w:rsidP="00322519" w:rsidRDefault="00F2753D" w14:paraId="208BC34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7F402F3" w14:paraId="2D9A66BA" w14:textId="77777777">
        <w:tc>
          <w:tcPr>
            <w:tcW w:w="9670" w:type="dxa"/>
            <w:tcMar/>
          </w:tcPr>
          <w:p w:rsidRPr="004D40A1" w:rsidR="004D40A1" w:rsidP="004D40A1" w:rsidRDefault="004D40A1" w14:paraId="2F52C755" w14:textId="77777777">
            <w:pPr>
              <w:spacing w:before="24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:rsidRPr="004D40A1" w:rsidR="004D40A1" w:rsidP="004D40A1" w:rsidRDefault="004D40A1" w14:paraId="15B5DC8D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1. Ocena za przygotowanie i omówienie prezentacji – 100 %</w:t>
            </w:r>
          </w:p>
          <w:p w:rsidRPr="004D40A1" w:rsidR="004D40A1" w:rsidP="004D40A1" w:rsidRDefault="004D40A1" w14:paraId="7CDACA70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– dodatkowo maksymalnie do 10% (procenty nie są dodawane w przypadku osiągnięcia wyniku 100% w pkt. 1). </w:t>
            </w:r>
          </w:p>
          <w:p w:rsidRPr="004D40A1" w:rsidR="004D40A1" w:rsidP="004D40A1" w:rsidRDefault="004D40A1" w14:paraId="709513E2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4D40A1" w:rsidR="004D40A1" w:rsidP="004D40A1" w:rsidRDefault="004D40A1" w14:paraId="2228C635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:rsidRPr="004D40A1" w:rsidR="004D40A1" w:rsidP="004D40A1" w:rsidRDefault="004D40A1" w14:paraId="11489189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:rsidRPr="004D40A1" w:rsidR="004D40A1" w:rsidP="004D40A1" w:rsidRDefault="004D40A1" w14:paraId="2803E3AD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:rsidRPr="004D40A1" w:rsidR="004D40A1" w:rsidP="004D40A1" w:rsidRDefault="004D40A1" w14:paraId="38423273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:rsidRPr="004D40A1" w:rsidR="004D40A1" w:rsidP="004D40A1" w:rsidRDefault="004D40A1" w14:paraId="5E962E02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55% - 63% (3.0)</w:t>
            </w:r>
          </w:p>
          <w:p w:rsidRPr="004D40A1" w:rsidR="004D40A1" w:rsidP="004D40A1" w:rsidRDefault="004D40A1" w14:paraId="426FE076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poniżej 55% (2.0).</w:t>
            </w:r>
          </w:p>
          <w:p w:rsidRPr="004D40A1" w:rsidR="004D40A1" w:rsidP="004D40A1" w:rsidRDefault="004D40A1" w14:paraId="5902F19F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  <w:u w:val="single"/>
              </w:rPr>
              <w:t>Sposób oceny prezentacji:</w:t>
            </w:r>
          </w:p>
          <w:p w:rsidRPr="004D40A1" w:rsidR="004D40A1" w:rsidP="004D40A1" w:rsidRDefault="004D40A1" w14:paraId="60FC4A09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merytoryczna:</w:t>
            </w:r>
          </w:p>
          <w:p w:rsidRPr="004D40A1" w:rsidR="004D40A1" w:rsidP="004D40A1" w:rsidRDefault="004D40A1" w14:paraId="49B11CFA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1) Ocena treści prezentacji – od 0 do 6 pkt.</w:t>
            </w:r>
          </w:p>
          <w:p w:rsidRPr="004D40A1" w:rsidR="004D40A1" w:rsidP="004D40A1" w:rsidRDefault="004D40A1" w14:paraId="2AB17744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2) Sporządzenie właściwej bibliografii (wykorzystanie zalecanych książek + własne </w:t>
            </w:r>
            <w:r w:rsidRPr="004D40A1">
              <w:rPr>
                <w:rFonts w:ascii="Corbel" w:hAnsi="Corbel"/>
                <w:bCs/>
                <w:sz w:val="24"/>
                <w:szCs w:val="24"/>
              </w:rPr>
              <w:lastRenderedPageBreak/>
              <w:t>poszukiwanie źródeł) – od 0 do 1 pkt</w:t>
            </w:r>
          </w:p>
          <w:p w:rsidRPr="004D40A1" w:rsidR="004D40A1" w:rsidP="004D40A1" w:rsidRDefault="004D40A1" w14:paraId="75393A60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:rsidRPr="004D40A1" w:rsidR="004D40A1" w:rsidP="004D40A1" w:rsidRDefault="004D40A1" w14:paraId="2F816A70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techniczna:</w:t>
            </w:r>
          </w:p>
          <w:p w:rsidRPr="004D40A1" w:rsidR="004D40A1" w:rsidP="004D40A1" w:rsidRDefault="004D40A1" w14:paraId="12DD2461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1) Prawidłowa struktura prezentacji (wstęp, rozwinięcie z uwzględnieniem omawianych kategorii - podrozdziały, podsumowanie z wnioskami ) – od 0 do 3 pkt.</w:t>
            </w:r>
          </w:p>
          <w:p w:rsidRPr="004D40A1" w:rsidR="004D40A1" w:rsidP="004D40A1" w:rsidRDefault="004D40A1" w14:paraId="48C960F9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2) szata graficzna – od 0 do 1 pkt</w:t>
            </w:r>
          </w:p>
          <w:p w:rsidRPr="004D40A1" w:rsidR="004D40A1" w:rsidP="67F402F3" w:rsidRDefault="004D40A1" w14:paraId="709A1216" w14:textId="36844E24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F402F3" w:rsidR="6D68539E">
              <w:rPr>
                <w:rFonts w:ascii="Corbel" w:hAnsi="Corbel"/>
                <w:sz w:val="24"/>
                <w:szCs w:val="24"/>
              </w:rPr>
              <w:t>3</w:t>
            </w:r>
            <w:r w:rsidRPr="67F402F3" w:rsidR="1BE64E01">
              <w:rPr>
                <w:rFonts w:ascii="Corbel" w:hAnsi="Corbel"/>
                <w:sz w:val="24"/>
                <w:szCs w:val="24"/>
              </w:rPr>
              <w:t>) Czytelność prezentacji (</w:t>
            </w:r>
            <w:r w:rsidRPr="67F402F3" w:rsidR="1BE64E01">
              <w:rPr>
                <w:rFonts w:ascii="Corbel" w:hAnsi="Corbel"/>
                <w:sz w:val="24"/>
                <w:szCs w:val="24"/>
              </w:rPr>
              <w:t>c</w:t>
            </w:r>
            <w:r w:rsidRPr="67F402F3" w:rsidR="1BE64E01">
              <w:rPr>
                <w:rFonts w:ascii="Corbel" w:hAnsi="Corbel"/>
                <w:sz w:val="24"/>
                <w:szCs w:val="24"/>
              </w:rPr>
              <w:t>zytelna, wyjustowana czcionka) – od 0 do 2 pkt.</w:t>
            </w:r>
          </w:p>
          <w:p w:rsidRPr="004D40A1" w:rsidR="004D40A1" w:rsidP="004D40A1" w:rsidRDefault="004D40A1" w14:paraId="61B4C9D4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Łącznie można uzyskać 14 pkt, co daje 100% oceny zaliczeniowej. </w:t>
            </w:r>
          </w:p>
          <w:p w:rsidRPr="004D40A1" w:rsidR="0085747A" w:rsidP="004D40A1" w:rsidRDefault="004D40A1" w14:paraId="2CCF73CE" w14:textId="6D3B1CF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  <w:u w:val="single"/>
              </w:rPr>
              <w:t>Plagiat jest równoznaczny z uzyskaniem wyniku 0 pkt. w sekcjach: 1-3.</w:t>
            </w:r>
          </w:p>
        </w:tc>
      </w:tr>
    </w:tbl>
    <w:p w:rsidRPr="009C54AE" w:rsidR="0085747A" w:rsidP="009C54AE" w:rsidRDefault="0085747A" w14:paraId="1763AC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385C16" w:rsidRDefault="0085747A" w14:paraId="65E0C7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385C16" w:rsidR="00F2753D" w:rsidP="00385C16" w:rsidRDefault="00F2753D" w14:paraId="7B438E7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379"/>
        <w:gridCol w:w="3260"/>
      </w:tblGrid>
      <w:tr w:rsidRPr="009C54AE" w:rsidR="0085747A" w:rsidTr="00385C16" w14:paraId="3E8EDC73" w14:textId="77777777">
        <w:tc>
          <w:tcPr>
            <w:tcW w:w="6379" w:type="dxa"/>
            <w:vAlign w:val="center"/>
          </w:tcPr>
          <w:p w:rsidRPr="009C54AE" w:rsidR="0085747A" w:rsidP="009C54AE" w:rsidRDefault="00C61DC5" w14:paraId="69BD000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Pr="009C54AE" w:rsidR="0085747A" w:rsidP="009C54AE" w:rsidRDefault="00C61DC5" w14:paraId="12B82C7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85C16" w14:paraId="59E51893" w14:textId="77777777">
        <w:tc>
          <w:tcPr>
            <w:tcW w:w="6379" w:type="dxa"/>
          </w:tcPr>
          <w:p w:rsidRPr="009C54AE" w:rsidR="0085747A" w:rsidP="009C54AE" w:rsidRDefault="00C61DC5" w14:paraId="09ABED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:rsidRPr="009C54AE" w:rsidR="0085747A" w:rsidP="009C54AE" w:rsidRDefault="009B6E6A" w14:paraId="23D5BD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85C16" w14:paraId="26C8E836" w14:textId="77777777">
        <w:tc>
          <w:tcPr>
            <w:tcW w:w="6379" w:type="dxa"/>
          </w:tcPr>
          <w:p w:rsidRPr="009C54AE" w:rsidR="00C61DC5" w:rsidP="009C54AE" w:rsidRDefault="00C61DC5" w14:paraId="44EC9E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48BC8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Pr="009C54AE" w:rsidR="00C61DC5" w:rsidP="009C54AE" w:rsidRDefault="009B6E6A" w14:paraId="418502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385C16" w14:paraId="62FBD708" w14:textId="77777777">
        <w:tc>
          <w:tcPr>
            <w:tcW w:w="6379" w:type="dxa"/>
          </w:tcPr>
          <w:p w:rsidRPr="009C54AE" w:rsidR="0071620A" w:rsidP="009C54AE" w:rsidRDefault="00C61DC5" w14:paraId="048117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676FE9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Pr="009C54AE" w:rsidR="00C61DC5" w:rsidP="009C54AE" w:rsidRDefault="009B6E6A" w14:paraId="4B67AA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5747A" w:rsidTr="00385C16" w14:paraId="6531AEC6" w14:textId="77777777">
        <w:tc>
          <w:tcPr>
            <w:tcW w:w="6379" w:type="dxa"/>
          </w:tcPr>
          <w:p w:rsidRPr="009C54AE" w:rsidR="0085747A" w:rsidP="009C54AE" w:rsidRDefault="0085747A" w14:paraId="727530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Pr="009C54AE" w:rsidR="0085747A" w:rsidP="009C54AE" w:rsidRDefault="00F642CE" w14:paraId="14C1AD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385C16" w14:paraId="477757A5" w14:textId="77777777">
        <w:tc>
          <w:tcPr>
            <w:tcW w:w="6379" w:type="dxa"/>
          </w:tcPr>
          <w:p w:rsidRPr="009C54AE" w:rsidR="0085747A" w:rsidP="009C54AE" w:rsidRDefault="0085747A" w14:paraId="3E0AE0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Pr="009C54AE" w:rsidR="0085747A" w:rsidP="009C54AE" w:rsidRDefault="00F642CE" w14:paraId="425B66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86A426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F829E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385C16" w:rsidRDefault="0071620A" w14:paraId="41054F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F2753D" w:rsidP="00385C16" w:rsidRDefault="00F2753D" w14:paraId="03BE7A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Pr="009C54AE" w:rsidR="00F2753D" w:rsidTr="00322519" w14:paraId="2958C23F" w14:textId="77777777">
        <w:trPr>
          <w:trHeight w:val="397"/>
        </w:trPr>
        <w:tc>
          <w:tcPr>
            <w:tcW w:w="4111" w:type="dxa"/>
          </w:tcPr>
          <w:p w:rsidRPr="009C54AE" w:rsidR="00F2753D" w:rsidP="00F2753D" w:rsidRDefault="00F2753D" w14:paraId="3D7362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67D88" w:rsidR="00F2753D" w:rsidP="00F2753D" w:rsidRDefault="00F2753D" w14:paraId="0E9C9DA7" w14:textId="77777777">
            <w:pPr>
              <w:rPr>
                <w:smallCaps/>
              </w:rPr>
            </w:pPr>
            <w:r w:rsidRPr="00967D88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Pr="009C54AE" w:rsidR="00F2753D" w:rsidTr="00322519" w14:paraId="694930E3" w14:textId="77777777">
        <w:trPr>
          <w:trHeight w:val="397"/>
        </w:trPr>
        <w:tc>
          <w:tcPr>
            <w:tcW w:w="4111" w:type="dxa"/>
          </w:tcPr>
          <w:p w:rsidRPr="009C54AE" w:rsidR="00F2753D" w:rsidP="00F2753D" w:rsidRDefault="00F2753D" w14:paraId="4D20B5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67D88" w:rsidR="00F2753D" w:rsidP="00F2753D" w:rsidRDefault="00F2753D" w14:paraId="7AE61F3C" w14:textId="77777777">
            <w:pPr>
              <w:rPr>
                <w:smallCaps/>
              </w:rPr>
            </w:pPr>
            <w:r w:rsidRPr="00967D88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37E56A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7732A7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F2753D" w:rsidP="009C54AE" w:rsidRDefault="00F2753D" w14:paraId="6D4C25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9C54AE" w:rsidR="0085747A" w:rsidTr="00322519" w14:paraId="423112E2" w14:textId="77777777">
        <w:trPr>
          <w:trHeight w:val="397"/>
        </w:trPr>
        <w:tc>
          <w:tcPr>
            <w:tcW w:w="9781" w:type="dxa"/>
          </w:tcPr>
          <w:p w:rsidR="0085747A" w:rsidP="00CF22EC" w:rsidRDefault="0085747A" w14:paraId="1D347F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22EC" w:rsidP="00CF22EC" w:rsidRDefault="00CF22EC" w14:paraId="00E714D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Bąk-Grabowska D., Cierniak-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Emerych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Florczyk M., Zając Cz. (2020). </w:t>
            </w:r>
            <w:r w:rsidRPr="00967D8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Elastyczne formy zatrudnienia i organizacji czasu pracy : stan obecny i perspektywy</w:t>
            </w:r>
            <w:r w:rsidRPr="00967D8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7D88">
              <w:rPr>
                <w:rFonts w:ascii="Corbel" w:hAnsi="Corbel"/>
                <w:b w:val="0"/>
                <w:smallCaps w:val="0"/>
                <w:szCs w:val="24"/>
              </w:rPr>
              <w:t>Wrocław: Wydawnictwo Uniwersytetu Ekonomicznego we Wrocławiu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CF22EC" w:rsidR="00CF22EC" w:rsidP="00CF22EC" w:rsidRDefault="00CF22EC" w14:paraId="3C1696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Giddens A. (2017</w:t>
            </w:r>
            <w:r w:rsidRPr="00CF22E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). Socjologia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Wydawnictwo Naukowe PWN.</w:t>
            </w:r>
          </w:p>
          <w:p w:rsidR="00CF22EC" w:rsidP="00CF22EC" w:rsidRDefault="00CF22EC" w14:paraId="49A140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9304E">
              <w:rPr>
                <w:rFonts w:ascii="Corbel" w:hAnsi="Corbel"/>
                <w:b w:val="0"/>
                <w:smallCaps w:val="0"/>
                <w:szCs w:val="24"/>
              </w:rPr>
              <w:t>Hołtyn</w:t>
            </w:r>
            <w:proofErr w:type="spellEnd"/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 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 w:rsidRPr="0019304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Czas w życiu i w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9304E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19304E">
              <w:rPr>
                <w:rFonts w:ascii="Corbel" w:hAnsi="Corbel"/>
                <w:b w:val="0"/>
                <w:smallCaps w:val="0"/>
                <w:szCs w:val="24"/>
              </w:rPr>
              <w:t>Key</w:t>
            </w:r>
            <w:proofErr w:type="spellEnd"/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9304E">
              <w:rPr>
                <w:rFonts w:ascii="Corbel" w:hAnsi="Corbel"/>
                <w:b w:val="0"/>
                <w:smallCaps w:val="0"/>
                <w:szCs w:val="24"/>
              </w:rPr>
              <w:t>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F22EC" w:rsidP="00CF22EC" w:rsidRDefault="00CF22EC" w14:paraId="4A39245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9304E">
              <w:rPr>
                <w:rFonts w:ascii="Corbel" w:hAnsi="Corbel"/>
                <w:b w:val="0"/>
                <w:smallCaps w:val="0"/>
                <w:szCs w:val="24"/>
              </w:rPr>
              <w:t>Muncy</w:t>
            </w:r>
            <w:proofErr w:type="spellEnd"/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 J. (2017). </w:t>
            </w:r>
            <w:r w:rsidRPr="0019304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Czas to skarb : 24 zasady zarządzania czasem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>Warszawa: Wydawnictwo Studio Emka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F22EC" w:rsidP="00CF22EC" w:rsidRDefault="00CF22EC" w14:paraId="0D3540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7D88">
              <w:rPr>
                <w:rFonts w:ascii="Corbel" w:hAnsi="Corbel"/>
                <w:b w:val="0"/>
                <w:smallCaps w:val="0"/>
                <w:szCs w:val="24"/>
              </w:rPr>
              <w:t>Prasołek</w:t>
            </w:r>
            <w:proofErr w:type="spellEnd"/>
            <w:r w:rsidRPr="00967D88">
              <w:rPr>
                <w:rFonts w:ascii="Corbel" w:hAnsi="Corbel"/>
                <w:b w:val="0"/>
                <w:smallCaps w:val="0"/>
                <w:szCs w:val="24"/>
              </w:rPr>
              <w:t xml:space="preserve"> M. (2018). </w:t>
            </w:r>
            <w:r w:rsidRPr="00967D8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Zarządzanie czasem pracy przez menedżerów : planowanie i rozliczanie czasu </w:t>
            </w:r>
            <w:r w:rsidRPr="00967D8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lastRenderedPageBreak/>
              <w:t>pracy zespołu</w:t>
            </w:r>
            <w:r w:rsidRPr="00967D88">
              <w:rPr>
                <w:rFonts w:ascii="Corbel" w:hAnsi="Corbel"/>
                <w:b w:val="0"/>
                <w:smallCaps w:val="0"/>
                <w:szCs w:val="24"/>
              </w:rPr>
              <w:t>. Warszawa: C. H. Beck.</w:t>
            </w:r>
          </w:p>
          <w:p w:rsidRPr="00CF22EC" w:rsidR="00CF22EC" w:rsidP="00CF22EC" w:rsidRDefault="00CF22EC" w14:paraId="555BEA1C" w14:textId="4EE8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9304E">
              <w:rPr>
                <w:rFonts w:ascii="Corbel" w:hAnsi="Corbel"/>
                <w:b w:val="0"/>
                <w:smallCaps w:val="0"/>
                <w:szCs w:val="24"/>
              </w:rPr>
              <w:t>Zdaniewicz</w:t>
            </w:r>
            <w:proofErr w:type="spellEnd"/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 M. (2016). </w:t>
            </w:r>
            <w:r w:rsidRPr="0019304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czasem wolnym w warunkach współczesnej cywilizacji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>Zielona Góra : Oficyna Wydawnicza Uniwersytetu Zielonogórskiego</w:t>
            </w:r>
            <w:r w:rsidRPr="001930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902DB" w:rsidR="0085747A" w:rsidTr="00CF22EC" w14:paraId="6092AB2C" w14:textId="77777777">
        <w:trPr>
          <w:trHeight w:val="384"/>
        </w:trPr>
        <w:tc>
          <w:tcPr>
            <w:tcW w:w="9781" w:type="dxa"/>
          </w:tcPr>
          <w:p w:rsidR="0085747A" w:rsidP="009C54AE" w:rsidRDefault="0085747A" w14:paraId="6FAE32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F22EC" w:rsidP="00CF22EC" w:rsidRDefault="00CF22EC" w14:paraId="7F495CB6" w14:textId="76AD4D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Binsztok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Niski M. (2017). </w:t>
            </w:r>
            <w:proofErr w:type="spellStart"/>
            <w:r w:rsidRPr="00CF22E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Czasologia</w:t>
            </w:r>
            <w:proofErr w:type="spellEnd"/>
            <w:r w:rsidRPr="00CF22E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Pr="00CF22E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czyli </w:t>
            </w:r>
            <w:r w:rsidRPr="00CF22E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</w:t>
            </w:r>
            <w:r w:rsidRPr="00CF22E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ak efektywnie zarządzać sobą i zespołem na drodze do sukcesu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Gliwice: Helion.</w:t>
            </w:r>
          </w:p>
          <w:p w:rsidRPr="00E12D5D" w:rsidR="00E12D5D" w:rsidP="00CF22EC" w:rsidRDefault="00E12D5D" w14:paraId="718E3CEF" w14:textId="3EBDE9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12D5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Chapman S. W.,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Rupured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M.</w:t>
            </w:r>
            <w:r w:rsidRPr="00E12D5D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10 </w:t>
            </w:r>
            <w:r w:rsidRPr="00E12D5D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strategies for better</w:t>
            </w:r>
            <w:r w:rsidRPr="00E12D5D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E12D5D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time management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. </w:t>
            </w:r>
            <w:r w:rsidRPr="00E12D5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of Georgia.</w:t>
            </w:r>
          </w:p>
          <w:p w:rsidR="00CF22EC" w:rsidP="00CF22EC" w:rsidRDefault="00CF22EC" w14:paraId="683D89C1" w14:textId="503AEA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2D5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Knapp J., Z</w:t>
            </w:r>
            <w:proofErr w:type="spellStart"/>
            <w:r w:rsidRPr="00E12D5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eratsky</w:t>
            </w:r>
            <w:proofErr w:type="spellEnd"/>
            <w:r w:rsidRPr="00E12D5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J. (2019).</w:t>
            </w:r>
            <w:r w:rsidRPr="00E12D5D">
              <w:rPr>
                <w:lang w:val="en-US"/>
              </w:rPr>
              <w:t xml:space="preserve"> </w:t>
            </w:r>
            <w:r w:rsidRPr="00CF22E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Zarządzaj swoim czasem: jak skupiać się na tym, co najważniejsze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Gliwice: Helion. </w:t>
            </w:r>
          </w:p>
          <w:p w:rsidRPr="00322519" w:rsidR="00063D03" w:rsidP="00CF22EC" w:rsidRDefault="00063D03" w14:paraId="707200B9" w14:textId="1C8CD1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Marek-Zborowska B.</w:t>
            </w:r>
            <w:r w:rsidR="00CF22EC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642CE">
              <w:rPr>
                <w:rFonts w:ascii="Corbel" w:hAnsi="Corbel"/>
                <w:b w:val="0"/>
                <w:i/>
                <w:smallCaps w:val="0"/>
                <w:szCs w:val="24"/>
              </w:rPr>
              <w:t>Kobiety sukcesu i ich kariery w województwie podkarpackim</w:t>
            </w:r>
            <w:r w:rsidR="004F0B2C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  <w:r w:rsidR="00CF22EC">
              <w:rPr>
                <w:rFonts w:ascii="Corbel" w:hAnsi="Corbel"/>
                <w:b w:val="0"/>
                <w:smallCaps w:val="0"/>
                <w:szCs w:val="24"/>
              </w:rPr>
              <w:t>: Wydawnictwo Uniwersytetu Rzeszowskiego</w:t>
            </w:r>
            <w:r w:rsidR="004F0B2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3902DB" w:rsidR="0085747A" w:rsidP="00B77719" w:rsidRDefault="0085747A" w14:paraId="0601EDF7" w14:textId="10E71D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4B1C" w:rsidR="00063D03" w:rsidP="009C4B1C" w:rsidRDefault="0085747A" w14:paraId="1312C60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4B1C" w:rsidR="00063D03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5877" w:rsidP="00C16ABF" w:rsidRDefault="00615877" w14:paraId="3941123F" w14:textId="77777777">
      <w:pPr>
        <w:spacing w:after="0" w:line="240" w:lineRule="auto"/>
      </w:pPr>
      <w:r>
        <w:separator/>
      </w:r>
    </w:p>
  </w:endnote>
  <w:endnote w:type="continuationSeparator" w:id="0">
    <w:p w:rsidR="00615877" w:rsidP="00C16ABF" w:rsidRDefault="00615877" w14:paraId="2F3403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0490305"/>
      <w:docPartObj>
        <w:docPartGallery w:val="Page Numbers (Bottom of Page)"/>
        <w:docPartUnique/>
      </w:docPartObj>
    </w:sdtPr>
    <w:sdtContent>
      <w:p w:rsidR="00B42289" w:rsidRDefault="00B42289" w14:paraId="5621A973" w14:textId="7E8AE3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42289" w:rsidRDefault="00B42289" w14:paraId="378FE87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5877" w:rsidP="00C16ABF" w:rsidRDefault="00615877" w14:paraId="1B282826" w14:textId="77777777">
      <w:pPr>
        <w:spacing w:after="0" w:line="240" w:lineRule="auto"/>
      </w:pPr>
      <w:r>
        <w:separator/>
      </w:r>
    </w:p>
  </w:footnote>
  <w:footnote w:type="continuationSeparator" w:id="0">
    <w:p w:rsidR="00615877" w:rsidP="00C16ABF" w:rsidRDefault="00615877" w14:paraId="7DD63DA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A30969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197C"/>
    <w:multiLevelType w:val="hybridMultilevel"/>
    <w:tmpl w:val="C26EA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B7B27"/>
    <w:multiLevelType w:val="hybridMultilevel"/>
    <w:tmpl w:val="D362F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D0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2A7"/>
    <w:rsid w:val="001640A7"/>
    <w:rsid w:val="00164FA7"/>
    <w:rsid w:val="00166A03"/>
    <w:rsid w:val="001718A7"/>
    <w:rsid w:val="001737CF"/>
    <w:rsid w:val="00176083"/>
    <w:rsid w:val="00192F37"/>
    <w:rsid w:val="0019304E"/>
    <w:rsid w:val="001972F5"/>
    <w:rsid w:val="001A70D2"/>
    <w:rsid w:val="001B4C16"/>
    <w:rsid w:val="001C05CA"/>
    <w:rsid w:val="001D657B"/>
    <w:rsid w:val="001D7B54"/>
    <w:rsid w:val="001E0209"/>
    <w:rsid w:val="001E5E6D"/>
    <w:rsid w:val="001F2CA2"/>
    <w:rsid w:val="002144C0"/>
    <w:rsid w:val="0022004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5BB"/>
    <w:rsid w:val="002D3375"/>
    <w:rsid w:val="002D73D4"/>
    <w:rsid w:val="002F02A3"/>
    <w:rsid w:val="002F4ABE"/>
    <w:rsid w:val="003018BA"/>
    <w:rsid w:val="0030395F"/>
    <w:rsid w:val="00305C92"/>
    <w:rsid w:val="003064D8"/>
    <w:rsid w:val="003151C5"/>
    <w:rsid w:val="00322519"/>
    <w:rsid w:val="0033230E"/>
    <w:rsid w:val="003343CF"/>
    <w:rsid w:val="003345E8"/>
    <w:rsid w:val="00346FE9"/>
    <w:rsid w:val="0034759A"/>
    <w:rsid w:val="003503F6"/>
    <w:rsid w:val="003530DD"/>
    <w:rsid w:val="00360501"/>
    <w:rsid w:val="00363F78"/>
    <w:rsid w:val="00376941"/>
    <w:rsid w:val="00385C16"/>
    <w:rsid w:val="00386CB5"/>
    <w:rsid w:val="003902DB"/>
    <w:rsid w:val="003A0A5B"/>
    <w:rsid w:val="003A1176"/>
    <w:rsid w:val="003C0BAE"/>
    <w:rsid w:val="003D18A9"/>
    <w:rsid w:val="003D6CE2"/>
    <w:rsid w:val="003E1941"/>
    <w:rsid w:val="003E2B7B"/>
    <w:rsid w:val="003E2FE6"/>
    <w:rsid w:val="003E49D5"/>
    <w:rsid w:val="003F205D"/>
    <w:rsid w:val="003F38C0"/>
    <w:rsid w:val="003F77E2"/>
    <w:rsid w:val="00414E3C"/>
    <w:rsid w:val="0042244A"/>
    <w:rsid w:val="0042745A"/>
    <w:rsid w:val="00431D5C"/>
    <w:rsid w:val="004362C6"/>
    <w:rsid w:val="00437FA2"/>
    <w:rsid w:val="00445970"/>
    <w:rsid w:val="00452EEB"/>
    <w:rsid w:val="00461EFC"/>
    <w:rsid w:val="004652C2"/>
    <w:rsid w:val="004660E1"/>
    <w:rsid w:val="004706D1"/>
    <w:rsid w:val="00471326"/>
    <w:rsid w:val="0047598D"/>
    <w:rsid w:val="004840FD"/>
    <w:rsid w:val="00490F7D"/>
    <w:rsid w:val="00491678"/>
    <w:rsid w:val="004968E2"/>
    <w:rsid w:val="004A3EEA"/>
    <w:rsid w:val="004A475C"/>
    <w:rsid w:val="004A4D1F"/>
    <w:rsid w:val="004C2233"/>
    <w:rsid w:val="004D40A1"/>
    <w:rsid w:val="004D5282"/>
    <w:rsid w:val="004E4F7A"/>
    <w:rsid w:val="004F0B2C"/>
    <w:rsid w:val="004F1551"/>
    <w:rsid w:val="004F25CE"/>
    <w:rsid w:val="004F55A3"/>
    <w:rsid w:val="0050496F"/>
    <w:rsid w:val="00513B6F"/>
    <w:rsid w:val="0051680E"/>
    <w:rsid w:val="00517C63"/>
    <w:rsid w:val="005363C4"/>
    <w:rsid w:val="00536BDE"/>
    <w:rsid w:val="00543ACC"/>
    <w:rsid w:val="0056696D"/>
    <w:rsid w:val="0057197F"/>
    <w:rsid w:val="0059250F"/>
    <w:rsid w:val="0059484D"/>
    <w:rsid w:val="005A0855"/>
    <w:rsid w:val="005A3196"/>
    <w:rsid w:val="005C080F"/>
    <w:rsid w:val="005C55E5"/>
    <w:rsid w:val="005C696A"/>
    <w:rsid w:val="005E6E85"/>
    <w:rsid w:val="005F31D2"/>
    <w:rsid w:val="005F5DA0"/>
    <w:rsid w:val="0061029B"/>
    <w:rsid w:val="00615877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A86"/>
    <w:rsid w:val="006D050F"/>
    <w:rsid w:val="006D6139"/>
    <w:rsid w:val="006E5D65"/>
    <w:rsid w:val="006F1282"/>
    <w:rsid w:val="006F1FBC"/>
    <w:rsid w:val="006F31E2"/>
    <w:rsid w:val="00706544"/>
    <w:rsid w:val="007072BA"/>
    <w:rsid w:val="00707B58"/>
    <w:rsid w:val="0071620A"/>
    <w:rsid w:val="00724677"/>
    <w:rsid w:val="00725459"/>
    <w:rsid w:val="007327BD"/>
    <w:rsid w:val="00734608"/>
    <w:rsid w:val="00745302"/>
    <w:rsid w:val="007461D6"/>
    <w:rsid w:val="00746EC8"/>
    <w:rsid w:val="007520A8"/>
    <w:rsid w:val="00763BF1"/>
    <w:rsid w:val="00766FD4"/>
    <w:rsid w:val="0078168C"/>
    <w:rsid w:val="00787C2A"/>
    <w:rsid w:val="00790E27"/>
    <w:rsid w:val="007A4022"/>
    <w:rsid w:val="007A6E6E"/>
    <w:rsid w:val="007C30DC"/>
    <w:rsid w:val="007C3299"/>
    <w:rsid w:val="007C3BCC"/>
    <w:rsid w:val="007C4546"/>
    <w:rsid w:val="007D6E56"/>
    <w:rsid w:val="007F4155"/>
    <w:rsid w:val="00813A93"/>
    <w:rsid w:val="0081554D"/>
    <w:rsid w:val="0081707E"/>
    <w:rsid w:val="00831AAD"/>
    <w:rsid w:val="008449B3"/>
    <w:rsid w:val="00851B7D"/>
    <w:rsid w:val="008552A2"/>
    <w:rsid w:val="0085747A"/>
    <w:rsid w:val="00884922"/>
    <w:rsid w:val="00885F64"/>
    <w:rsid w:val="008917F9"/>
    <w:rsid w:val="00897C8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57"/>
    <w:rsid w:val="009508DF"/>
    <w:rsid w:val="00950DAC"/>
    <w:rsid w:val="00954A07"/>
    <w:rsid w:val="00967D88"/>
    <w:rsid w:val="00991CDC"/>
    <w:rsid w:val="00997F14"/>
    <w:rsid w:val="009A78D9"/>
    <w:rsid w:val="009B6E6A"/>
    <w:rsid w:val="009C3E31"/>
    <w:rsid w:val="009C4B1C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75"/>
    <w:rsid w:val="00AD1146"/>
    <w:rsid w:val="00AD27D3"/>
    <w:rsid w:val="00AD66D6"/>
    <w:rsid w:val="00AE1160"/>
    <w:rsid w:val="00AE203C"/>
    <w:rsid w:val="00AE2E74"/>
    <w:rsid w:val="00AE3294"/>
    <w:rsid w:val="00AE5FCB"/>
    <w:rsid w:val="00AF2C1E"/>
    <w:rsid w:val="00B06142"/>
    <w:rsid w:val="00B135B1"/>
    <w:rsid w:val="00B14C02"/>
    <w:rsid w:val="00B3130B"/>
    <w:rsid w:val="00B40ADB"/>
    <w:rsid w:val="00B42289"/>
    <w:rsid w:val="00B43B77"/>
    <w:rsid w:val="00B43E80"/>
    <w:rsid w:val="00B607DB"/>
    <w:rsid w:val="00B66529"/>
    <w:rsid w:val="00B75946"/>
    <w:rsid w:val="00B77719"/>
    <w:rsid w:val="00B8056E"/>
    <w:rsid w:val="00B819C8"/>
    <w:rsid w:val="00B82308"/>
    <w:rsid w:val="00B90885"/>
    <w:rsid w:val="00BB520A"/>
    <w:rsid w:val="00BD3869"/>
    <w:rsid w:val="00BD66E9"/>
    <w:rsid w:val="00BD6FF4"/>
    <w:rsid w:val="00BE0385"/>
    <w:rsid w:val="00BF104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FF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2E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73"/>
    <w:rsid w:val="00DA2114"/>
    <w:rsid w:val="00DE09C0"/>
    <w:rsid w:val="00DE4A14"/>
    <w:rsid w:val="00DF320D"/>
    <w:rsid w:val="00DF425E"/>
    <w:rsid w:val="00DF71C8"/>
    <w:rsid w:val="00E01041"/>
    <w:rsid w:val="00E129B8"/>
    <w:rsid w:val="00E12D5D"/>
    <w:rsid w:val="00E1741F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E"/>
    <w:rsid w:val="00EC4899"/>
    <w:rsid w:val="00ED03AB"/>
    <w:rsid w:val="00ED32D2"/>
    <w:rsid w:val="00EE32DE"/>
    <w:rsid w:val="00EE5457"/>
    <w:rsid w:val="00F070AB"/>
    <w:rsid w:val="00F17567"/>
    <w:rsid w:val="00F2753D"/>
    <w:rsid w:val="00F27A7B"/>
    <w:rsid w:val="00F526AF"/>
    <w:rsid w:val="00F617C3"/>
    <w:rsid w:val="00F642CE"/>
    <w:rsid w:val="00F7066B"/>
    <w:rsid w:val="00F83B28"/>
    <w:rsid w:val="00F9367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A75915C"/>
    <w:rsid w:val="1BE64E01"/>
    <w:rsid w:val="2B3FF847"/>
    <w:rsid w:val="33BD0AEE"/>
    <w:rsid w:val="4D64D43F"/>
    <w:rsid w:val="5B96AFDB"/>
    <w:rsid w:val="5D582513"/>
    <w:rsid w:val="67F402F3"/>
    <w:rsid w:val="6D623213"/>
    <w:rsid w:val="6D68539E"/>
    <w:rsid w:val="7C02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A2B4"/>
  <w15:docId w15:val="{40628B61-520D-4F2D-937D-CEEB9B8FA9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063D0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D03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063D03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063D0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da37b4d3f19e489f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b5a87-e04f-4d87-8bba-50be2731edc9}"/>
      </w:docPartPr>
      <w:docPartBody>
        <w:p w14:paraId="7088324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C874D9-5343-4B41-9435-F4C8F07A07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95581F-616D-42BF-8CAF-20DB87989D38}"/>
</file>

<file path=customXml/itemProps3.xml><?xml version="1.0" encoding="utf-8"?>
<ds:datastoreItem xmlns:ds="http://schemas.openxmlformats.org/officeDocument/2006/customXml" ds:itemID="{84CDE639-2650-4B99-A0D7-4C30DEFD1AD4}"/>
</file>

<file path=customXml/itemProps4.xml><?xml version="1.0" encoding="utf-8"?>
<ds:datastoreItem xmlns:ds="http://schemas.openxmlformats.org/officeDocument/2006/customXml" ds:itemID="{9C1DAE7D-9D30-4EC2-A258-FA4AFA51C0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Jamroży Krzysztof</cp:lastModifiedBy>
  <cp:revision>18</cp:revision>
  <cp:lastPrinted>2019-07-05T07:34:00Z</cp:lastPrinted>
  <dcterms:created xsi:type="dcterms:W3CDTF">2020-10-27T11:58:00Z</dcterms:created>
  <dcterms:modified xsi:type="dcterms:W3CDTF">2021-09-21T14:43:10Z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